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AA" w:rsidRPr="005B515D" w:rsidRDefault="00297CAA" w:rsidP="00975E7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sz w:val="24"/>
          <w:szCs w:val="36"/>
        </w:rPr>
      </w:pPr>
      <w:r w:rsidRPr="005B515D">
        <w:rPr>
          <w:rFonts w:ascii="Arial Narrow" w:hAnsi="Arial Narrow"/>
          <w:b/>
          <w:bCs/>
          <w:sz w:val="24"/>
          <w:szCs w:val="36"/>
        </w:rPr>
        <w:t>P</w:t>
      </w:r>
      <w:r w:rsidRPr="005B515D">
        <w:rPr>
          <w:rFonts w:ascii="Arial Narrow" w:hAnsi="Arial Narrow" w:cs="TimesNewRoman,Bold"/>
          <w:b/>
          <w:bCs/>
          <w:sz w:val="24"/>
          <w:szCs w:val="36"/>
        </w:rPr>
        <w:t>ř</w:t>
      </w:r>
      <w:r w:rsidRPr="005B515D">
        <w:rPr>
          <w:rFonts w:ascii="Arial Narrow" w:hAnsi="Arial Narrow"/>
          <w:b/>
          <w:bCs/>
          <w:sz w:val="24"/>
          <w:szCs w:val="36"/>
        </w:rPr>
        <w:t xml:space="preserve">íloha </w:t>
      </w:r>
      <w:r w:rsidRPr="005B515D">
        <w:rPr>
          <w:rFonts w:ascii="Arial Narrow" w:hAnsi="Arial Narrow" w:cs="TimesNewRoman,Bold"/>
          <w:b/>
          <w:bCs/>
          <w:sz w:val="24"/>
          <w:szCs w:val="36"/>
        </w:rPr>
        <w:t>č</w:t>
      </w:r>
      <w:r w:rsidRPr="005B515D">
        <w:rPr>
          <w:rFonts w:ascii="Arial Narrow" w:hAnsi="Arial Narrow"/>
          <w:b/>
          <w:bCs/>
          <w:sz w:val="24"/>
          <w:szCs w:val="36"/>
        </w:rPr>
        <w:t>.1</w:t>
      </w:r>
    </w:p>
    <w:p w:rsidR="00297CAA" w:rsidRPr="005B515D" w:rsidRDefault="00297CAA" w:rsidP="00975E71">
      <w:pPr>
        <w:pStyle w:val="Title"/>
        <w:rPr>
          <w:rFonts w:ascii="Arial Narrow" w:hAnsi="Arial Narrow"/>
          <w:color w:val="000080"/>
          <w:sz w:val="24"/>
        </w:rPr>
      </w:pPr>
      <w:r w:rsidRPr="005B515D">
        <w:rPr>
          <w:rFonts w:ascii="Arial Narrow" w:hAnsi="Arial Narrow"/>
          <w:color w:val="000080"/>
          <w:sz w:val="24"/>
        </w:rPr>
        <w:t>TECHNICKÉ PODMÍNKY</w:t>
      </w:r>
    </w:p>
    <w:p w:rsidR="00297CAA" w:rsidRPr="005B515D" w:rsidRDefault="00297CAA" w:rsidP="00975E71">
      <w:pPr>
        <w:jc w:val="center"/>
        <w:rPr>
          <w:rFonts w:ascii="Arial Narrow" w:hAnsi="Arial Narrow"/>
          <w:b/>
          <w:sz w:val="24"/>
        </w:rPr>
      </w:pPr>
      <w:r w:rsidRPr="005B515D">
        <w:rPr>
          <w:rFonts w:ascii="Arial Narrow" w:hAnsi="Arial Narrow"/>
          <w:b/>
          <w:sz w:val="24"/>
        </w:rPr>
        <w:t>Veřejné zakázky malého rozsahu pod názvem:</w:t>
      </w:r>
    </w:p>
    <w:p w:rsidR="00297CAA" w:rsidRPr="005B515D" w:rsidRDefault="00297CAA" w:rsidP="00975E71">
      <w:pPr>
        <w:jc w:val="center"/>
        <w:rPr>
          <w:rFonts w:ascii="Arial Narrow" w:hAnsi="Arial Narrow"/>
          <w:b/>
          <w:sz w:val="24"/>
        </w:rPr>
      </w:pPr>
      <w:r w:rsidRPr="005B515D">
        <w:rPr>
          <w:rFonts w:ascii="Arial Narrow" w:hAnsi="Arial Narrow"/>
          <w:b/>
          <w:sz w:val="24"/>
        </w:rPr>
        <w:t>„Software pro pokročilé zpracování, sběr a vyhodnocení naměřených dat pro elektrochemická měření“</w:t>
      </w:r>
    </w:p>
    <w:p w:rsidR="00297CAA" w:rsidRPr="005B515D" w:rsidRDefault="00297CAA" w:rsidP="001777A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24"/>
          <w:szCs w:val="28"/>
        </w:rPr>
      </w:pPr>
    </w:p>
    <w:p w:rsidR="00297CAA" w:rsidRPr="005B515D" w:rsidRDefault="00297CAA" w:rsidP="001777A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24"/>
          <w:szCs w:val="28"/>
        </w:rPr>
      </w:pPr>
    </w:p>
    <w:p w:rsidR="00297CAA" w:rsidRPr="005B515D" w:rsidRDefault="00297CAA" w:rsidP="001777A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sz w:val="24"/>
          <w:szCs w:val="28"/>
        </w:rPr>
      </w:pPr>
      <w:r w:rsidRPr="005B515D">
        <w:rPr>
          <w:rFonts w:ascii="Arial Narrow" w:hAnsi="Arial Narrow"/>
          <w:b/>
          <w:bCs/>
          <w:sz w:val="24"/>
          <w:szCs w:val="28"/>
        </w:rPr>
        <w:t>Specifikace p</w:t>
      </w:r>
      <w:r w:rsidRPr="005B515D">
        <w:rPr>
          <w:rFonts w:ascii="Arial Narrow" w:hAnsi="Arial Narrow" w:cs="TimesNewRoman,Bold"/>
          <w:b/>
          <w:bCs/>
          <w:sz w:val="24"/>
          <w:szCs w:val="28"/>
        </w:rPr>
        <w:t>ř</w:t>
      </w:r>
      <w:r w:rsidRPr="005B515D">
        <w:rPr>
          <w:rFonts w:ascii="Arial Narrow" w:hAnsi="Arial Narrow"/>
          <w:b/>
          <w:bCs/>
          <w:sz w:val="24"/>
          <w:szCs w:val="28"/>
        </w:rPr>
        <w:t>edm</w:t>
      </w:r>
      <w:r w:rsidRPr="005B515D">
        <w:rPr>
          <w:rFonts w:ascii="Arial Narrow" w:hAnsi="Arial Narrow" w:cs="TimesNewRoman,Bold"/>
          <w:b/>
          <w:bCs/>
          <w:sz w:val="24"/>
          <w:szCs w:val="28"/>
        </w:rPr>
        <w:t>ě</w:t>
      </w:r>
      <w:r w:rsidRPr="005B515D">
        <w:rPr>
          <w:rFonts w:ascii="Arial Narrow" w:hAnsi="Arial Narrow"/>
          <w:b/>
          <w:bCs/>
          <w:sz w:val="24"/>
          <w:szCs w:val="28"/>
        </w:rPr>
        <w:t>tu ve</w:t>
      </w:r>
      <w:r w:rsidRPr="005B515D">
        <w:rPr>
          <w:rFonts w:ascii="Arial Narrow" w:hAnsi="Arial Narrow" w:cs="TimesNewRoman,Bold"/>
          <w:b/>
          <w:bCs/>
          <w:sz w:val="24"/>
          <w:szCs w:val="28"/>
        </w:rPr>
        <w:t>ř</w:t>
      </w:r>
      <w:r w:rsidRPr="005B515D">
        <w:rPr>
          <w:rFonts w:ascii="Arial Narrow" w:hAnsi="Arial Narrow"/>
          <w:b/>
          <w:bCs/>
          <w:sz w:val="24"/>
          <w:szCs w:val="28"/>
        </w:rPr>
        <w:t>ejné zakázky:</w:t>
      </w:r>
    </w:p>
    <w:p w:rsidR="00297CAA" w:rsidRPr="005B515D" w:rsidRDefault="00297CAA" w:rsidP="001777A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sz w:val="24"/>
          <w:szCs w:val="28"/>
        </w:rPr>
      </w:pPr>
    </w:p>
    <w:p w:rsidR="00297CAA" w:rsidRPr="005B515D" w:rsidRDefault="00297CAA" w:rsidP="00A6698D">
      <w:pPr>
        <w:pStyle w:val="ListParagraph"/>
        <w:numPr>
          <w:ilvl w:val="0"/>
          <w:numId w:val="3"/>
        </w:numPr>
        <w:jc w:val="both"/>
        <w:rPr>
          <w:rFonts w:ascii="Arial Narrow" w:hAnsi="Arial Narrow" w:cs="Calibri"/>
          <w:sz w:val="24"/>
        </w:rPr>
      </w:pPr>
      <w:r w:rsidRPr="005B515D">
        <w:rPr>
          <w:rFonts w:ascii="Arial Narrow" w:hAnsi="Arial Narrow" w:cs="Calibri"/>
          <w:sz w:val="24"/>
        </w:rPr>
        <w:t xml:space="preserve">Software pro pokročilé zpracování, sběr a vyhodnocení naměřených dat pro elektrochemická měření. </w:t>
      </w:r>
    </w:p>
    <w:p w:rsidR="00297CAA" w:rsidRPr="005B515D" w:rsidRDefault="00297CAA" w:rsidP="00A6698D">
      <w:pPr>
        <w:pStyle w:val="ListParagraph"/>
        <w:numPr>
          <w:ilvl w:val="0"/>
          <w:numId w:val="3"/>
        </w:numPr>
        <w:jc w:val="both"/>
        <w:rPr>
          <w:rFonts w:ascii="Arial Narrow" w:hAnsi="Arial Narrow" w:cs="Calibri"/>
          <w:sz w:val="24"/>
        </w:rPr>
      </w:pPr>
      <w:r w:rsidRPr="005B515D">
        <w:rPr>
          <w:rFonts w:ascii="Arial Narrow" w:hAnsi="Arial Narrow" w:cs="Calibri"/>
          <w:sz w:val="24"/>
        </w:rPr>
        <w:t>Zpracování dat pro v</w:t>
      </w:r>
      <w:r>
        <w:rPr>
          <w:rFonts w:ascii="Arial Narrow" w:hAnsi="Arial Narrow" w:cs="Calibri"/>
          <w:sz w:val="24"/>
        </w:rPr>
        <w:t>oltametrické metody (DPV, SWV</w:t>
      </w:r>
      <w:r w:rsidRPr="005B515D">
        <w:rPr>
          <w:rFonts w:ascii="Arial Narrow" w:hAnsi="Arial Narrow" w:cs="Calibri"/>
          <w:sz w:val="24"/>
        </w:rPr>
        <w:t>), cyklickou voltametrii, L</w:t>
      </w:r>
      <w:r>
        <w:rPr>
          <w:rFonts w:ascii="Arial Narrow" w:hAnsi="Arial Narrow" w:cs="Calibri"/>
          <w:sz w:val="24"/>
        </w:rPr>
        <w:t>SW, impedanční spektroskopii</w:t>
      </w:r>
    </w:p>
    <w:p w:rsidR="00297CAA" w:rsidRPr="005B515D" w:rsidRDefault="00297CAA" w:rsidP="00A6698D">
      <w:pPr>
        <w:pStyle w:val="ListParagraph"/>
        <w:numPr>
          <w:ilvl w:val="0"/>
          <w:numId w:val="3"/>
        </w:numPr>
        <w:jc w:val="both"/>
        <w:rPr>
          <w:rFonts w:ascii="Arial Narrow" w:hAnsi="Arial Narrow" w:cs="Calibri"/>
          <w:sz w:val="24"/>
        </w:rPr>
      </w:pPr>
      <w:r w:rsidRPr="005B515D">
        <w:rPr>
          <w:rFonts w:ascii="Arial Narrow" w:hAnsi="Arial Narrow" w:cs="Calibri"/>
          <w:sz w:val="24"/>
        </w:rPr>
        <w:t>Možnost tvorby 2D i 3D grafů.</w:t>
      </w:r>
    </w:p>
    <w:p w:rsidR="00297CAA" w:rsidRPr="005B515D" w:rsidRDefault="00297CAA" w:rsidP="00A6698D">
      <w:pPr>
        <w:pStyle w:val="ListParagraph"/>
        <w:numPr>
          <w:ilvl w:val="0"/>
          <w:numId w:val="3"/>
        </w:numPr>
        <w:jc w:val="both"/>
        <w:rPr>
          <w:rFonts w:ascii="Arial Narrow" w:hAnsi="Arial Narrow" w:cs="Calibri"/>
          <w:sz w:val="24"/>
        </w:rPr>
      </w:pPr>
      <w:r w:rsidRPr="005B515D">
        <w:rPr>
          <w:rFonts w:ascii="Arial Narrow" w:hAnsi="Arial Narrow" w:cs="Calibri"/>
          <w:sz w:val="24"/>
        </w:rPr>
        <w:t>Automatizované vyhodnocení více naměřených křivek souběžně pomocí matematických metod lineární regrese, FFT transformace, derivace, integrace. </w:t>
      </w:r>
    </w:p>
    <w:p w:rsidR="00297CAA" w:rsidRPr="005B515D" w:rsidRDefault="00297CAA" w:rsidP="00A6698D">
      <w:pPr>
        <w:pStyle w:val="ListParagraph"/>
        <w:numPr>
          <w:ilvl w:val="0"/>
          <w:numId w:val="3"/>
        </w:numPr>
        <w:jc w:val="both"/>
        <w:rPr>
          <w:rFonts w:ascii="Arial Narrow" w:hAnsi="Arial Narrow" w:cs="Calibri"/>
          <w:sz w:val="24"/>
        </w:rPr>
      </w:pPr>
      <w:r w:rsidRPr="005B515D">
        <w:rPr>
          <w:rFonts w:ascii="Arial Narrow" w:hAnsi="Arial Narrow" w:cs="Calibri"/>
          <w:sz w:val="24"/>
        </w:rPr>
        <w:t>Možnost současné analýzy dat, kalkulací a tvorby nových záznamů.</w:t>
      </w:r>
    </w:p>
    <w:p w:rsidR="00297CAA" w:rsidRPr="005B515D" w:rsidRDefault="00297CAA" w:rsidP="00A6698D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 w:cs="Calibri"/>
          <w:sz w:val="24"/>
        </w:rPr>
      </w:pPr>
      <w:r w:rsidRPr="005B515D">
        <w:rPr>
          <w:rFonts w:ascii="Arial Narrow" w:hAnsi="Arial Narrow" w:cs="Calibri"/>
          <w:sz w:val="24"/>
        </w:rPr>
        <w:t>Předvádění snímků, export grafů do programů pro tvorbu a přehrávání prezentací (a dalších programů v balících kancelářských aplikací), import a export rastrové grafiky.</w:t>
      </w:r>
    </w:p>
    <w:p w:rsidR="00297CAA" w:rsidRPr="005B515D" w:rsidRDefault="00297CAA" w:rsidP="00A6698D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 Narrow" w:hAnsi="Arial Narrow" w:cs="Calibri"/>
          <w:sz w:val="24"/>
        </w:rPr>
      </w:pPr>
      <w:r w:rsidRPr="005B515D">
        <w:rPr>
          <w:rFonts w:ascii="Arial Narrow" w:hAnsi="Arial Narrow" w:cs="Calibri"/>
          <w:sz w:val="24"/>
        </w:rPr>
        <w:t>Automatické vyhodnocení naměřených dat impedančních spekter. Výpočet a návrh náhradního elektrického ekvivalentního obvodu naměřených dat pomocí metod (Elektrochemický obvod fit, Fit a simulace, Kronig-Kramers test). </w:t>
      </w:r>
    </w:p>
    <w:p w:rsidR="00297CAA" w:rsidRPr="005B515D" w:rsidRDefault="00297CAA" w:rsidP="00A6698D">
      <w:pPr>
        <w:pStyle w:val="ListParagraph"/>
        <w:numPr>
          <w:ilvl w:val="0"/>
          <w:numId w:val="3"/>
        </w:numPr>
        <w:jc w:val="both"/>
        <w:rPr>
          <w:rFonts w:ascii="Arial Narrow" w:hAnsi="Arial Narrow" w:cs="Calibri"/>
          <w:sz w:val="24"/>
        </w:rPr>
      </w:pPr>
      <w:r w:rsidRPr="005B515D">
        <w:rPr>
          <w:rFonts w:ascii="Arial Narrow" w:hAnsi="Arial Narrow" w:cs="Calibri"/>
          <w:sz w:val="24"/>
        </w:rPr>
        <w:t>Součástí dodávky</w:t>
      </w:r>
      <w:r>
        <w:rPr>
          <w:rFonts w:ascii="Arial Narrow" w:hAnsi="Arial Narrow" w:cs="Calibri"/>
          <w:sz w:val="24"/>
        </w:rPr>
        <w:t xml:space="preserve"> budou veškeré potřebné licence v počtu 2 kusů</w:t>
      </w:r>
    </w:p>
    <w:p w:rsidR="00297CAA" w:rsidRPr="005B515D" w:rsidRDefault="00297CAA" w:rsidP="00A6698D">
      <w:pPr>
        <w:pStyle w:val="ListParagraph"/>
        <w:numPr>
          <w:ilvl w:val="0"/>
          <w:numId w:val="3"/>
        </w:numPr>
        <w:jc w:val="both"/>
        <w:rPr>
          <w:rFonts w:ascii="Arial Narrow" w:hAnsi="Arial Narrow" w:cs="Calibri"/>
          <w:sz w:val="24"/>
        </w:rPr>
      </w:pPr>
      <w:r w:rsidRPr="005B515D">
        <w:rPr>
          <w:rFonts w:ascii="Arial Narrow" w:hAnsi="Arial Narrow"/>
          <w:sz w:val="24"/>
        </w:rPr>
        <w:t>Kompatibilita s MS Office.</w:t>
      </w:r>
    </w:p>
    <w:p w:rsidR="00297CAA" w:rsidRPr="005B515D" w:rsidRDefault="00297CAA" w:rsidP="00E26D4C">
      <w:pPr>
        <w:pStyle w:val="ListParagraph"/>
        <w:ind w:left="0"/>
        <w:jc w:val="both"/>
        <w:rPr>
          <w:rFonts w:ascii="Arial Narrow" w:hAnsi="Arial Narrow" w:cs="Calibri"/>
          <w:sz w:val="24"/>
        </w:rPr>
      </w:pPr>
    </w:p>
    <w:p w:rsidR="00297CAA" w:rsidRPr="005B515D" w:rsidRDefault="00297CAA" w:rsidP="00A6698D">
      <w:pPr>
        <w:pStyle w:val="Heading2"/>
        <w:jc w:val="both"/>
        <w:rPr>
          <w:rFonts w:ascii="Arial Narrow" w:hAnsi="Arial Narrow"/>
          <w:color w:val="auto"/>
          <w:sz w:val="24"/>
        </w:rPr>
      </w:pPr>
      <w:r>
        <w:rPr>
          <w:rFonts w:ascii="Arial Narrow" w:hAnsi="Arial Narrow"/>
          <w:color w:val="auto"/>
          <w:sz w:val="24"/>
        </w:rPr>
        <w:t xml:space="preserve">Součástí plnění je provedení těchto </w:t>
      </w:r>
      <w:r w:rsidRPr="005B515D">
        <w:rPr>
          <w:rFonts w:ascii="Arial Narrow" w:hAnsi="Arial Narrow"/>
          <w:color w:val="auto"/>
          <w:sz w:val="24"/>
        </w:rPr>
        <w:t>činnosti:</w:t>
      </w:r>
    </w:p>
    <w:p w:rsidR="00297CAA" w:rsidRPr="005B515D" w:rsidRDefault="00297CAA" w:rsidP="00A6698D">
      <w:pPr>
        <w:rPr>
          <w:rFonts w:ascii="Arial Narrow" w:hAnsi="Arial Narrow"/>
          <w:lang w:eastAsia="en-US"/>
        </w:rPr>
      </w:pPr>
    </w:p>
    <w:p w:rsidR="00297CAA" w:rsidRPr="005B515D" w:rsidRDefault="00297CAA" w:rsidP="00A6698D">
      <w:pPr>
        <w:pStyle w:val="ListParagraph"/>
        <w:numPr>
          <w:ilvl w:val="0"/>
          <w:numId w:val="7"/>
        </w:numPr>
        <w:jc w:val="both"/>
        <w:rPr>
          <w:rFonts w:ascii="Arial Narrow" w:hAnsi="Arial Narrow"/>
          <w:sz w:val="24"/>
        </w:rPr>
      </w:pPr>
      <w:r w:rsidRPr="005B515D">
        <w:rPr>
          <w:rFonts w:ascii="Arial Narrow" w:hAnsi="Arial Narrow"/>
          <w:sz w:val="24"/>
        </w:rPr>
        <w:t>Testovací provoz.</w:t>
      </w:r>
    </w:p>
    <w:p w:rsidR="00297CAA" w:rsidRPr="005B515D" w:rsidRDefault="00297CAA" w:rsidP="00A6698D">
      <w:pPr>
        <w:pStyle w:val="ListParagraph"/>
        <w:numPr>
          <w:ilvl w:val="0"/>
          <w:numId w:val="7"/>
        </w:numPr>
        <w:jc w:val="both"/>
        <w:rPr>
          <w:rFonts w:ascii="Arial Narrow" w:hAnsi="Arial Narrow"/>
          <w:sz w:val="24"/>
        </w:rPr>
      </w:pPr>
      <w:r w:rsidRPr="005B515D">
        <w:rPr>
          <w:rFonts w:ascii="Arial Narrow" w:hAnsi="Arial Narrow"/>
          <w:sz w:val="24"/>
        </w:rPr>
        <w:t>Implementace softwaru na stávající měřící systém.</w:t>
      </w:r>
    </w:p>
    <w:p w:rsidR="00297CAA" w:rsidRDefault="00297CAA" w:rsidP="00A6698D">
      <w:pPr>
        <w:pStyle w:val="ListParagraph"/>
        <w:numPr>
          <w:ilvl w:val="0"/>
          <w:numId w:val="7"/>
        </w:numPr>
        <w:jc w:val="both"/>
        <w:rPr>
          <w:rFonts w:ascii="Arial Narrow" w:hAnsi="Arial Narrow"/>
          <w:sz w:val="24"/>
        </w:rPr>
      </w:pPr>
      <w:r w:rsidRPr="005B515D">
        <w:rPr>
          <w:rFonts w:ascii="Arial Narrow" w:hAnsi="Arial Narrow"/>
          <w:sz w:val="24"/>
        </w:rPr>
        <w:t>Technická podpora a uživatelské konzultace</w:t>
      </w:r>
    </w:p>
    <w:p w:rsidR="00297CAA" w:rsidRPr="005B515D" w:rsidRDefault="00297CAA" w:rsidP="00E26D4C">
      <w:pPr>
        <w:pStyle w:val="ListParagraph"/>
        <w:numPr>
          <w:ilvl w:val="0"/>
          <w:numId w:val="7"/>
        </w:numPr>
        <w:jc w:val="both"/>
        <w:rPr>
          <w:rFonts w:ascii="Arial Narrow" w:hAnsi="Arial Narrow" w:cs="Calibri"/>
          <w:sz w:val="24"/>
        </w:rPr>
      </w:pPr>
      <w:r w:rsidRPr="005B515D">
        <w:rPr>
          <w:rFonts w:ascii="Arial Narrow" w:hAnsi="Arial Narrow" w:cs="Calibri"/>
          <w:sz w:val="24"/>
        </w:rPr>
        <w:t>Lokální instalace.</w:t>
      </w:r>
    </w:p>
    <w:p w:rsidR="00297CAA" w:rsidRPr="005B515D" w:rsidRDefault="00297CAA" w:rsidP="00E26D4C">
      <w:pPr>
        <w:pStyle w:val="ListParagraph"/>
        <w:ind w:left="0"/>
        <w:jc w:val="both"/>
        <w:rPr>
          <w:rFonts w:ascii="Arial Narrow" w:hAnsi="Arial Narrow"/>
          <w:sz w:val="24"/>
        </w:rPr>
      </w:pPr>
      <w:r w:rsidRPr="005B515D">
        <w:rPr>
          <w:rFonts w:ascii="Arial Narrow" w:hAnsi="Arial Narrow"/>
          <w:sz w:val="24"/>
        </w:rPr>
        <w:t>.</w:t>
      </w:r>
    </w:p>
    <w:p w:rsidR="00297CAA" w:rsidRPr="005B515D" w:rsidRDefault="00297CAA" w:rsidP="00A6698D">
      <w:pPr>
        <w:pStyle w:val="Heading2"/>
        <w:jc w:val="both"/>
        <w:rPr>
          <w:rFonts w:ascii="Arial Narrow" w:hAnsi="Arial Narrow"/>
          <w:color w:val="auto"/>
          <w:sz w:val="24"/>
        </w:rPr>
      </w:pPr>
      <w:bookmarkStart w:id="0" w:name="_GoBack"/>
      <w:bookmarkEnd w:id="0"/>
    </w:p>
    <w:p w:rsidR="00297CAA" w:rsidRPr="005B515D" w:rsidRDefault="00297CAA" w:rsidP="00A6698D">
      <w:pPr>
        <w:pStyle w:val="Heading2"/>
        <w:jc w:val="both"/>
        <w:rPr>
          <w:rFonts w:ascii="Arial Narrow" w:hAnsi="Arial Narrow"/>
          <w:color w:val="auto"/>
          <w:sz w:val="24"/>
        </w:rPr>
      </w:pPr>
      <w:r w:rsidRPr="005B515D">
        <w:rPr>
          <w:rFonts w:ascii="Arial Narrow" w:hAnsi="Arial Narrow"/>
          <w:color w:val="auto"/>
          <w:sz w:val="24"/>
        </w:rPr>
        <w:t>Dostupné vybavení na straně zadavatele (VUT):</w:t>
      </w:r>
    </w:p>
    <w:p w:rsidR="00297CAA" w:rsidRPr="005B515D" w:rsidRDefault="00297CAA" w:rsidP="00A6698D">
      <w:pPr>
        <w:rPr>
          <w:rFonts w:ascii="Arial Narrow" w:hAnsi="Arial Narrow"/>
          <w:lang w:eastAsia="en-US"/>
        </w:rPr>
      </w:pPr>
    </w:p>
    <w:p w:rsidR="00297CAA" w:rsidRPr="005B515D" w:rsidRDefault="00297CAA" w:rsidP="00A6698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</w:rPr>
      </w:pPr>
      <w:r w:rsidRPr="005B515D">
        <w:rPr>
          <w:rFonts w:ascii="Arial Narrow" w:eastAsia="FrutigerNextLT-Light" w:hAnsi="Arial Narrow" w:cs="Calibri"/>
          <w:sz w:val="24"/>
          <w:szCs w:val="18"/>
        </w:rPr>
        <w:t>Stolní PC - Procesor 2Ghz, 160GB HDD, 2 GB RAM, 4x USB port, Windows 7 (32 bit)</w:t>
      </w:r>
    </w:p>
    <w:sectPr w:rsidR="00297CAA" w:rsidRPr="005B515D" w:rsidSect="00D12F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CAA" w:rsidRDefault="00297CAA" w:rsidP="00775BFD">
      <w:pPr>
        <w:spacing w:after="0" w:line="240" w:lineRule="auto"/>
      </w:pPr>
      <w:r>
        <w:separator/>
      </w:r>
    </w:p>
  </w:endnote>
  <w:endnote w:type="continuationSeparator" w:id="0">
    <w:p w:rsidR="00297CAA" w:rsidRDefault="00297CAA" w:rsidP="0077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rutigerNextLT-Ligh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CAA" w:rsidRPr="00E65997" w:rsidRDefault="00297CAA" w:rsidP="00EA3A06">
    <w:pPr>
      <w:pStyle w:val="Footer"/>
      <w:jc w:val="center"/>
      <w:rPr>
        <w:rFonts w:ascii="Arial" w:hAnsi="Arial" w:cs="Arial"/>
        <w:noProof/>
        <w:color w:val="808080"/>
        <w:sz w:val="20"/>
        <w:szCs w:val="20"/>
      </w:rPr>
    </w:pPr>
    <w:r w:rsidRPr="00E65997">
      <w:rPr>
        <w:rFonts w:ascii="Arial" w:hAnsi="Arial" w:cs="Arial"/>
        <w:noProof/>
        <w:color w:val="808080"/>
        <w:sz w:val="20"/>
        <w:szCs w:val="20"/>
      </w:rPr>
      <w:t>Tento projekt je spolufinancován z Evropského sociálního fondu a státního rozpočtu České republiky.</w:t>
    </w:r>
  </w:p>
  <w:p w:rsidR="00297CAA" w:rsidRDefault="00297CAA">
    <w:pPr>
      <w:pStyle w:val="Footer"/>
    </w:pPr>
  </w:p>
  <w:p w:rsidR="00297CAA" w:rsidRDefault="00297C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CAA" w:rsidRDefault="00297CAA" w:rsidP="00775BFD">
      <w:pPr>
        <w:spacing w:after="0" w:line="240" w:lineRule="auto"/>
      </w:pPr>
      <w:r>
        <w:separator/>
      </w:r>
    </w:p>
  </w:footnote>
  <w:footnote w:type="continuationSeparator" w:id="0">
    <w:p w:rsidR="00297CAA" w:rsidRDefault="00297CAA" w:rsidP="0077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CAA" w:rsidRDefault="00297CAA" w:rsidP="001F10B3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6" type="#_x0000_t75" style="width:308.25pt;height:70.5pt;visibility:visible">
          <v:imagedata r:id="rId1" o:title=""/>
        </v:shape>
      </w:pict>
    </w:r>
  </w:p>
  <w:p w:rsidR="00297CAA" w:rsidRDefault="00297C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974B2"/>
    <w:multiLevelType w:val="hybridMultilevel"/>
    <w:tmpl w:val="2E70D4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343302"/>
    <w:multiLevelType w:val="hybridMultilevel"/>
    <w:tmpl w:val="ABBCF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4634F"/>
    <w:multiLevelType w:val="hybridMultilevel"/>
    <w:tmpl w:val="2E54B9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490EC7"/>
    <w:multiLevelType w:val="hybridMultilevel"/>
    <w:tmpl w:val="213EC5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BD023A"/>
    <w:multiLevelType w:val="hybridMultilevel"/>
    <w:tmpl w:val="DCF66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9759E"/>
    <w:multiLevelType w:val="hybridMultilevel"/>
    <w:tmpl w:val="543E68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8F2ABA"/>
    <w:multiLevelType w:val="hybridMultilevel"/>
    <w:tmpl w:val="A4C0E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846C6"/>
    <w:multiLevelType w:val="hybridMultilevel"/>
    <w:tmpl w:val="0E787C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F608C4"/>
    <w:multiLevelType w:val="hybridMultilevel"/>
    <w:tmpl w:val="F7E810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C0523"/>
    <w:multiLevelType w:val="hybridMultilevel"/>
    <w:tmpl w:val="8708C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5F7844"/>
    <w:multiLevelType w:val="hybridMultilevel"/>
    <w:tmpl w:val="F606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2B"/>
    <w:rsid w:val="00000D16"/>
    <w:rsid w:val="00035D6F"/>
    <w:rsid w:val="00094689"/>
    <w:rsid w:val="001431D2"/>
    <w:rsid w:val="001777AD"/>
    <w:rsid w:val="001D13C9"/>
    <w:rsid w:val="001F10B3"/>
    <w:rsid w:val="00202050"/>
    <w:rsid w:val="00205E9E"/>
    <w:rsid w:val="00212B81"/>
    <w:rsid w:val="00217C68"/>
    <w:rsid w:val="00297CAA"/>
    <w:rsid w:val="0034513C"/>
    <w:rsid w:val="00360FD1"/>
    <w:rsid w:val="00392F1E"/>
    <w:rsid w:val="003A1FAE"/>
    <w:rsid w:val="003B1B26"/>
    <w:rsid w:val="00475BCF"/>
    <w:rsid w:val="004863F8"/>
    <w:rsid w:val="004B6491"/>
    <w:rsid w:val="004F4C15"/>
    <w:rsid w:val="005B515D"/>
    <w:rsid w:val="005D754D"/>
    <w:rsid w:val="005F56B1"/>
    <w:rsid w:val="00624D2B"/>
    <w:rsid w:val="006502AB"/>
    <w:rsid w:val="006B6137"/>
    <w:rsid w:val="006E438F"/>
    <w:rsid w:val="006F4751"/>
    <w:rsid w:val="006F54C0"/>
    <w:rsid w:val="00704CA9"/>
    <w:rsid w:val="00712ACF"/>
    <w:rsid w:val="00775BFD"/>
    <w:rsid w:val="007763D8"/>
    <w:rsid w:val="0079297F"/>
    <w:rsid w:val="007F298E"/>
    <w:rsid w:val="008367EA"/>
    <w:rsid w:val="00842CEE"/>
    <w:rsid w:val="008524B0"/>
    <w:rsid w:val="00975E71"/>
    <w:rsid w:val="00A0242D"/>
    <w:rsid w:val="00A25E47"/>
    <w:rsid w:val="00A6698D"/>
    <w:rsid w:val="00A758A5"/>
    <w:rsid w:val="00AC1DE0"/>
    <w:rsid w:val="00AE6342"/>
    <w:rsid w:val="00BC786B"/>
    <w:rsid w:val="00C13BE7"/>
    <w:rsid w:val="00C22617"/>
    <w:rsid w:val="00CA7CA8"/>
    <w:rsid w:val="00CE6E57"/>
    <w:rsid w:val="00D12F03"/>
    <w:rsid w:val="00E26D4C"/>
    <w:rsid w:val="00E3349B"/>
    <w:rsid w:val="00E65997"/>
    <w:rsid w:val="00EA3A06"/>
    <w:rsid w:val="00EC7B9A"/>
    <w:rsid w:val="00F51376"/>
    <w:rsid w:val="00FB5DB1"/>
    <w:rsid w:val="00FB7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B9A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A758A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758A5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7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5BF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5BFD"/>
    <w:rPr>
      <w:rFonts w:cs="Times New Roman"/>
    </w:rPr>
  </w:style>
  <w:style w:type="paragraph" w:styleId="ListParagraph">
    <w:name w:val="List Paragraph"/>
    <w:basedOn w:val="Normal"/>
    <w:uiPriority w:val="99"/>
    <w:qFormat/>
    <w:rsid w:val="00A758A5"/>
    <w:pPr>
      <w:ind w:left="720"/>
      <w:contextualSpacing/>
    </w:pPr>
    <w:rPr>
      <w:lang w:eastAsia="en-US"/>
    </w:rPr>
  </w:style>
  <w:style w:type="paragraph" w:styleId="Title">
    <w:name w:val="Title"/>
    <w:basedOn w:val="Normal"/>
    <w:link w:val="TitleChar"/>
    <w:uiPriority w:val="99"/>
    <w:qFormat/>
    <w:locked/>
    <w:rsid w:val="00975E71"/>
    <w:pPr>
      <w:spacing w:after="0" w:line="240" w:lineRule="auto"/>
      <w:jc w:val="center"/>
    </w:pPr>
    <w:rPr>
      <w:rFonts w:ascii="Times New Roman" w:hAnsi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975E71"/>
    <w:rPr>
      <w:rFonts w:cs="Times New Roman"/>
      <w:b/>
      <w:bCs/>
      <w:sz w:val="24"/>
      <w:szCs w:val="24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cova\AppData\Local\Microsoft\Windows\Temporary%20Internet%20Files\Content.Outlook\WRGK8WQQ\2011-03-01-hlavickovy-papir-OPVK-c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2011-03-01-hlavickovy-papir-OPVK-cb</Template>
  <TotalTime>17</TotalTime>
  <Pages>1</Pages>
  <Words>208</Words>
  <Characters>1232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Martincová Eva</dc:creator>
  <cp:keywords/>
  <dc:description/>
  <cp:lastModifiedBy>Svestkova</cp:lastModifiedBy>
  <cp:revision>7</cp:revision>
  <cp:lastPrinted>2012-08-13T15:36:00Z</cp:lastPrinted>
  <dcterms:created xsi:type="dcterms:W3CDTF">2012-08-13T14:52:00Z</dcterms:created>
  <dcterms:modified xsi:type="dcterms:W3CDTF">2012-09-12T15:17:00Z</dcterms:modified>
</cp:coreProperties>
</file>